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220E7E0D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827E6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0766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12E6DEDC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827E6E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14496-14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73077EB6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130217">
        <w:rPr>
          <w:rFonts w:ascii="Times New Roman" w:hAnsi="Times New Roman"/>
          <w:noProof/>
          <w:snapToGrid w:val="0"/>
          <w:sz w:val="24"/>
          <w:szCs w:val="24"/>
          <w:lang w:val="en-GB"/>
        </w:rPr>
        <w:t>2023-01-20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14E4844D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A50BF7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53E20090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4B4BF6E3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130217">
        <w:rPr>
          <w:rFonts w:ascii="Times New Roman" w:eastAsia="SimSun" w:hAnsi="Times New Roman"/>
          <w:b/>
          <w:sz w:val="48"/>
          <w:szCs w:val="24"/>
          <w:lang w:val="en-GB" w:eastAsia="zh-CN"/>
        </w:rPr>
        <w:t>0766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0780DDAE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130217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January 2023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130217">
        <w:rPr>
          <w:rFonts w:ascii="Times New Roman" w:eastAsia="SimSun" w:hAnsi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351FFBCC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A50BF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14496-14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2545159C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13021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22290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B37F4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0CAE9B5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18A67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9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1</TotalTime>
  <Pages>3</Pages>
  <Words>391</Words>
  <Characters>3066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3451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Miska Hannuksela</dc:creator>
  <cp:keywords/>
  <dc:description/>
  <cp:lastModifiedBy>Miska Hannuksela 0</cp:lastModifiedBy>
  <cp:revision>3</cp:revision>
  <dcterms:created xsi:type="dcterms:W3CDTF">2023-01-20T09:27:00Z</dcterms:created>
  <dcterms:modified xsi:type="dcterms:W3CDTF">2023-01-20T09:28:00Z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22290</vt:lpwstr>
  </property>
  <property fmtid="{D5CDD505-2E9C-101B-9397-08002B2CF9AE}" pid="3" name="WGNumber">
    <vt:lpwstr>0766</vt:lpwstr>
  </property>
</Properties>
</file>